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2954E11" w:rsidR="00F862D6" w:rsidRPr="003E6B9A" w:rsidRDefault="007E6671" w:rsidP="0037111D">
            <w:r w:rsidRPr="007E6671">
              <w:rPr>
                <w:rFonts w:ascii="Helvetica" w:hAnsi="Helvetica"/>
              </w:rPr>
              <w:t>10171/2025-SŽ-SSV-Ú3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8E6558" w:rsidRDefault="00F862D6" w:rsidP="0077673A">
            <w:r w:rsidRPr="008E6558">
              <w:t>Listů/příloh</w:t>
            </w:r>
          </w:p>
        </w:tc>
        <w:tc>
          <w:tcPr>
            <w:tcW w:w="2552" w:type="dxa"/>
          </w:tcPr>
          <w:p w14:paraId="333CD487" w14:textId="123B725A" w:rsidR="00F862D6" w:rsidRPr="008E6558" w:rsidRDefault="008E6558" w:rsidP="00CC1E2B">
            <w:r w:rsidRPr="008E6558">
              <w:t>1</w:t>
            </w:r>
            <w:r w:rsidR="003E6B9A" w:rsidRPr="008E6558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F5093D3" w:rsidR="00F862D6" w:rsidRPr="003E6B9A" w:rsidRDefault="00A01E1B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BBBD496" w:rsidR="009A7568" w:rsidRPr="003E6B9A" w:rsidRDefault="00A01E1B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00DCC47" w:rsidR="009A7568" w:rsidRPr="003E6B9A" w:rsidRDefault="00A01E1B" w:rsidP="006104F6">
            <w:hyperlink r:id="rId11" w:history="1">
              <w:r w:rsidRPr="002D38F3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0869B5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66959">
              <w:rPr>
                <w:noProof/>
              </w:rPr>
              <w:t>18. září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EA79BC5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E6558">
        <w:rPr>
          <w:rFonts w:eastAsia="Calibri" w:cs="Times New Roman"/>
          <w:lang w:eastAsia="cs-CZ"/>
        </w:rPr>
        <w:t>5</w:t>
      </w:r>
    </w:p>
    <w:p w14:paraId="25C6ADAC" w14:textId="4061EC61" w:rsidR="00CB7B5A" w:rsidRPr="00A01E1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A01E1B">
        <w:rPr>
          <w:rFonts w:eastAsia="Calibri" w:cs="Times New Roman"/>
          <w:b/>
          <w:bCs/>
          <w:lang w:eastAsia="cs-CZ"/>
        </w:rPr>
        <w:t>„</w:t>
      </w:r>
      <w:r w:rsidR="00A01E1B" w:rsidRPr="00A01E1B">
        <w:rPr>
          <w:b/>
          <w:bCs/>
        </w:rPr>
        <w:t>Rekonstrukce areálu HZS Česká Třebová</w:t>
      </w:r>
      <w:r w:rsidR="00F208F1" w:rsidRPr="00A01E1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3E34EE2A" w:rsidR="00BD5319" w:rsidRPr="00B377B8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B377B8">
        <w:rPr>
          <w:rFonts w:eastAsia="Calibri" w:cs="Times New Roman"/>
          <w:b/>
          <w:u w:val="single"/>
          <w:lang w:eastAsia="cs-CZ"/>
        </w:rPr>
        <w:t xml:space="preserve">Dotaz č. </w:t>
      </w:r>
      <w:r w:rsidR="00502E75">
        <w:rPr>
          <w:rFonts w:eastAsia="Calibri" w:cs="Times New Roman"/>
          <w:b/>
          <w:u w:val="single"/>
          <w:lang w:eastAsia="cs-CZ"/>
        </w:rPr>
        <w:t>4</w:t>
      </w:r>
      <w:r w:rsidRPr="00B377B8">
        <w:rPr>
          <w:rFonts w:eastAsia="Calibri" w:cs="Times New Roman"/>
          <w:b/>
          <w:u w:val="single"/>
          <w:lang w:eastAsia="cs-CZ"/>
        </w:rPr>
        <w:t>1:</w:t>
      </w:r>
    </w:p>
    <w:p w14:paraId="44AE003A" w14:textId="77777777" w:rsidR="007E6671" w:rsidRPr="007E6671" w:rsidRDefault="007E6671" w:rsidP="007E667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E6671">
        <w:rPr>
          <w:rFonts w:eastAsia="Calibri" w:cs="Times New Roman"/>
          <w:bCs/>
          <w:lang w:eastAsia="cs-CZ"/>
        </w:rPr>
        <w:t>část DDTS</w:t>
      </w:r>
    </w:p>
    <w:p w14:paraId="39C8D0E5" w14:textId="04459F0A" w:rsidR="007E6671" w:rsidRPr="007E6671" w:rsidRDefault="007E6671" w:rsidP="007E667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E6671">
        <w:rPr>
          <w:rFonts w:eastAsia="Calibri" w:cs="Times New Roman"/>
          <w:bCs/>
          <w:lang w:eastAsia="cs-CZ"/>
        </w:rPr>
        <w:t>Žádáme o uvedení výkazu výměr do souladu s projektovou dokumentací a o upřesnění rozsahu a počtu</w:t>
      </w:r>
      <w:r>
        <w:rPr>
          <w:rFonts w:eastAsia="Calibri" w:cs="Times New Roman"/>
          <w:bCs/>
          <w:lang w:eastAsia="cs-CZ"/>
        </w:rPr>
        <w:t xml:space="preserve"> </w:t>
      </w:r>
      <w:r w:rsidRPr="007E6671">
        <w:rPr>
          <w:rFonts w:eastAsia="Calibri" w:cs="Times New Roman"/>
          <w:bCs/>
          <w:lang w:eastAsia="cs-CZ"/>
        </w:rPr>
        <w:t>integrovaných technologií, které nejsou z dokumentace jednoznačně zřejmé.</w:t>
      </w:r>
    </w:p>
    <w:p w14:paraId="6DCCB6D9" w14:textId="77777777" w:rsidR="007E6671" w:rsidRPr="007E6671" w:rsidRDefault="007E6671" w:rsidP="007E667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D16A484" w14:textId="77777777" w:rsidR="00BD5319" w:rsidRPr="00502E75" w:rsidRDefault="00BD5319" w:rsidP="00BD5319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502E75">
        <w:rPr>
          <w:rFonts w:eastAsia="Calibri" w:cs="Times New Roman"/>
          <w:b/>
          <w:i/>
          <w:iCs/>
          <w:lang w:eastAsia="cs-CZ"/>
        </w:rPr>
        <w:t xml:space="preserve">Odpověď: </w:t>
      </w:r>
    </w:p>
    <w:p w14:paraId="3D1A2976" w14:textId="44BC86AF" w:rsidR="00B377B8" w:rsidRPr="008E6558" w:rsidRDefault="007C7D3C" w:rsidP="007C7D3C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8E6558">
        <w:rPr>
          <w:rFonts w:eastAsia="Times New Roman" w:cs="Times New Roman"/>
          <w:i/>
          <w:iCs/>
          <w:lang w:eastAsia="cs-CZ"/>
        </w:rPr>
        <w:t>Rozsah integrovaných technologií je specifikován v technické zprávě části PS 11-02-01. Prosíme o konkrétní specifikaci dotazu (např. které technologie nebo části systému nejsou jasně určeny), abychom mohli poskytnout detailní upřesnění.</w:t>
      </w:r>
    </w:p>
    <w:p w14:paraId="5BC91522" w14:textId="77777777" w:rsidR="00B377B8" w:rsidRPr="008E6558" w:rsidRDefault="00B377B8" w:rsidP="00BD5319">
      <w:pPr>
        <w:spacing w:after="0" w:line="240" w:lineRule="auto"/>
        <w:rPr>
          <w:rFonts w:eastAsia="Calibri" w:cs="Times New Roman"/>
          <w:i/>
          <w:iCs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C5D132E" w14:textId="6EE5CD36" w:rsidR="00664163" w:rsidRPr="003F37CB" w:rsidRDefault="00664163" w:rsidP="00664163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79B5B9ED" w14:textId="77777777" w:rsidR="00664163" w:rsidRPr="00C87717" w:rsidRDefault="00664163" w:rsidP="008E655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3568D690" w14:textId="38824C14" w:rsidR="00664163" w:rsidRPr="00BD5319" w:rsidRDefault="00664163" w:rsidP="008E655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C774CB" w14:textId="77777777" w:rsidR="008E6558" w:rsidRDefault="008E655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4C9FB8" w14:textId="77777777" w:rsidR="008E6558" w:rsidRDefault="008E655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4F3AA75" w:rsidR="00664163" w:rsidRPr="008E655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E6558">
        <w:rPr>
          <w:rFonts w:eastAsia="Calibri" w:cs="Times New Roman"/>
          <w:lang w:eastAsia="cs-CZ"/>
        </w:rPr>
        <w:t xml:space="preserve">V Olomouci dne </w:t>
      </w:r>
      <w:r w:rsidR="008E6558" w:rsidRPr="008E6558">
        <w:rPr>
          <w:rFonts w:eastAsia="Calibri" w:cs="Times New Roman"/>
          <w:lang w:eastAsia="cs-CZ"/>
        </w:rPr>
        <w:t>18. 9. 2025</w:t>
      </w:r>
    </w:p>
    <w:p w14:paraId="6F75BA64" w14:textId="77777777" w:rsidR="00664163" w:rsidRPr="008E655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8E655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8E655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30A8B0F" w14:textId="77777777" w:rsidR="008E6558" w:rsidRPr="008E6558" w:rsidRDefault="008E6558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8E655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8E6558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E6558">
        <w:rPr>
          <w:rFonts w:eastAsia="Times New Roman" w:cs="Times New Roman"/>
          <w:b/>
          <w:bCs/>
          <w:lang w:eastAsia="cs-CZ"/>
        </w:rPr>
        <w:t>Ing. Miroslav Bocák</w:t>
      </w:r>
      <w:r w:rsidRPr="008E6558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8E655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8E6558">
        <w:rPr>
          <w:rFonts w:eastAsia="Times New Roman" w:cs="Times New Roman"/>
          <w:lang w:eastAsia="cs-CZ"/>
        </w:rPr>
        <w:t>ředitel organizační jednotky</w:t>
      </w:r>
      <w:r w:rsidRPr="008E6558">
        <w:rPr>
          <w:rFonts w:eastAsia="Times New Roman" w:cs="Times New Roman"/>
          <w:lang w:eastAsia="cs-CZ"/>
        </w:rPr>
        <w:tab/>
      </w:r>
    </w:p>
    <w:p w14:paraId="5DEDC136" w14:textId="77777777" w:rsidR="00664163" w:rsidRPr="008E655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8E6558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8E6558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90BAF" w14:textId="77777777" w:rsidR="00B4264E" w:rsidRDefault="00B4264E" w:rsidP="00962258">
      <w:pPr>
        <w:spacing w:after="0" w:line="240" w:lineRule="auto"/>
      </w:pPr>
      <w:r>
        <w:separator/>
      </w:r>
    </w:p>
  </w:endnote>
  <w:endnote w:type="continuationSeparator" w:id="0">
    <w:p w14:paraId="59FD73FA" w14:textId="77777777" w:rsidR="00B4264E" w:rsidRDefault="00B426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1394B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7D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7D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43731422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7D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7D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7999" w14:textId="77777777" w:rsidR="00B4264E" w:rsidRDefault="00B4264E" w:rsidP="00962258">
      <w:pPr>
        <w:spacing w:after="0" w:line="240" w:lineRule="auto"/>
      </w:pPr>
      <w:r>
        <w:separator/>
      </w:r>
    </w:p>
  </w:footnote>
  <w:footnote w:type="continuationSeparator" w:id="0">
    <w:p w14:paraId="28419BB5" w14:textId="77777777" w:rsidR="00B4264E" w:rsidRDefault="00B426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39033308">
    <w:abstractNumId w:val="2"/>
  </w:num>
  <w:num w:numId="2" w16cid:durableId="402030442">
    <w:abstractNumId w:val="1"/>
  </w:num>
  <w:num w:numId="3" w16cid:durableId="1716738085">
    <w:abstractNumId w:val="3"/>
  </w:num>
  <w:num w:numId="4" w16cid:durableId="1371758701">
    <w:abstractNumId w:val="6"/>
  </w:num>
  <w:num w:numId="5" w16cid:durableId="591545334">
    <w:abstractNumId w:val="0"/>
  </w:num>
  <w:num w:numId="6" w16cid:durableId="1534614170">
    <w:abstractNumId w:val="5"/>
  </w:num>
  <w:num w:numId="7" w16cid:durableId="94774083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44130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3209D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2E75"/>
    <w:rsid w:val="00511AB9"/>
    <w:rsid w:val="00523EA7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F2068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C7D3C"/>
    <w:rsid w:val="007E4A6E"/>
    <w:rsid w:val="007E6671"/>
    <w:rsid w:val="007F56A7"/>
    <w:rsid w:val="007F626E"/>
    <w:rsid w:val="00807DD0"/>
    <w:rsid w:val="00813F11"/>
    <w:rsid w:val="0082759C"/>
    <w:rsid w:val="00842C9B"/>
    <w:rsid w:val="008841FB"/>
    <w:rsid w:val="0088472C"/>
    <w:rsid w:val="00891334"/>
    <w:rsid w:val="008A3568"/>
    <w:rsid w:val="008B762D"/>
    <w:rsid w:val="008D03B9"/>
    <w:rsid w:val="008E6558"/>
    <w:rsid w:val="008F18D6"/>
    <w:rsid w:val="00904780"/>
    <w:rsid w:val="009113A8"/>
    <w:rsid w:val="00922385"/>
    <w:rsid w:val="009223DF"/>
    <w:rsid w:val="0092394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01E1B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377B8"/>
    <w:rsid w:val="00B41050"/>
    <w:rsid w:val="00B4264E"/>
    <w:rsid w:val="00B45E9E"/>
    <w:rsid w:val="00B55F9C"/>
    <w:rsid w:val="00B66959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67BC5"/>
    <w:rsid w:val="00C727E5"/>
    <w:rsid w:val="00C8207D"/>
    <w:rsid w:val="00C97092"/>
    <w:rsid w:val="00CB5457"/>
    <w:rsid w:val="00CB7B5A"/>
    <w:rsid w:val="00CC1E2B"/>
    <w:rsid w:val="00CC6833"/>
    <w:rsid w:val="00CD1FC4"/>
    <w:rsid w:val="00CD4519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347D"/>
    <w:rsid w:val="00EB04AD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01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DAA8F8D-FA37-43AD-B423-81A8F491E2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2025-09-18T10:47:00Z</dcterms:created>
  <dcterms:modified xsi:type="dcterms:W3CDTF">2025-09-18T10:47:00Z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